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B6D" w:rsidRDefault="00817B6D" w:rsidP="00EC39AA"/>
    <w:p w:rsidR="00EC39AA" w:rsidRDefault="00EC39AA" w:rsidP="00EC39AA"/>
    <w:p w:rsidR="00EC39AA" w:rsidRDefault="00EC39AA" w:rsidP="00EC39AA"/>
    <w:p w:rsidR="00EC39AA" w:rsidRDefault="00EC39AA" w:rsidP="00EC39AA"/>
    <w:p w:rsidR="00EC39AA" w:rsidRDefault="00EC39AA" w:rsidP="00EC39AA"/>
    <w:p w:rsidR="00EC39AA" w:rsidRDefault="00EC39AA" w:rsidP="00EC39AA"/>
    <w:p w:rsidR="00EC39AA" w:rsidRDefault="00EC39AA" w:rsidP="00EC39AA"/>
    <w:p w:rsidR="00EC39AA" w:rsidRDefault="00EC39AA" w:rsidP="00EC39AA"/>
    <w:p w:rsidR="00EC39AA" w:rsidRDefault="00EC39AA" w:rsidP="00EC39AA"/>
    <w:p w:rsidR="00EC39AA" w:rsidRDefault="00EC39AA" w:rsidP="00EC39AA"/>
    <w:p w:rsidR="00EC39AA" w:rsidRDefault="00EC39AA" w:rsidP="00EC39AA"/>
    <w:p w:rsidR="00EC39AA" w:rsidRDefault="00EC39AA" w:rsidP="00EC39AA"/>
    <w:p w:rsidR="00EC39AA" w:rsidRDefault="00EC39AA" w:rsidP="00EC39AA"/>
    <w:p w:rsidR="00EC39AA" w:rsidRDefault="00EC39AA" w:rsidP="00EC39AA"/>
    <w:p w:rsidR="00EC39AA" w:rsidRDefault="00EC39AA" w:rsidP="00EC39AA"/>
    <w:p w:rsidR="00EC39AA" w:rsidRDefault="00EC39AA" w:rsidP="00EC39AA"/>
    <w:p w:rsidR="00EC39AA" w:rsidRDefault="00EC39AA" w:rsidP="00EC39AA"/>
    <w:p w:rsidR="00EC39AA" w:rsidRDefault="00EC39AA" w:rsidP="00EC39AA"/>
    <w:p w:rsidR="00EC39AA" w:rsidRDefault="00EC39AA" w:rsidP="00EC39AA"/>
    <w:p w:rsidR="00EC39AA" w:rsidRDefault="00EC39AA" w:rsidP="00EC39AA"/>
    <w:p w:rsidR="00EC39AA" w:rsidRDefault="00EC39AA" w:rsidP="00EC39AA"/>
    <w:p w:rsidR="00EC39AA" w:rsidRPr="00EC39AA" w:rsidRDefault="00EC39AA" w:rsidP="00EC39AA">
      <w:pPr>
        <w:jc w:val="center"/>
        <w:rPr>
          <w:b/>
          <w:sz w:val="36"/>
          <w:szCs w:val="36"/>
        </w:rPr>
      </w:pPr>
      <w:proofErr w:type="gramStart"/>
      <w:r w:rsidRPr="00EC39AA">
        <w:rPr>
          <w:b/>
          <w:sz w:val="36"/>
          <w:szCs w:val="36"/>
        </w:rPr>
        <w:t>D.1.1.07</w:t>
      </w:r>
      <w:proofErr w:type="gramEnd"/>
      <w:r w:rsidRPr="00EC39AA">
        <w:rPr>
          <w:b/>
          <w:sz w:val="36"/>
          <w:szCs w:val="36"/>
        </w:rPr>
        <w:t xml:space="preserve"> – TABULKA VÝPLNÍ OTVORŮ</w:t>
      </w:r>
    </w:p>
    <w:sectPr w:rsidR="00EC39AA" w:rsidRPr="00EC39AA" w:rsidSect="00104236">
      <w:headerReference w:type="default" r:id="rId8"/>
      <w:footerReference w:type="default" r:id="rId9"/>
      <w:pgSz w:w="11907" w:h="16840" w:code="9"/>
      <w:pgMar w:top="1418" w:right="1418" w:bottom="1418" w:left="1276" w:header="709" w:footer="737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9AA" w:rsidRDefault="00EC39AA">
      <w:r>
        <w:separator/>
      </w:r>
    </w:p>
  </w:endnote>
  <w:endnote w:type="continuationSeparator" w:id="0">
    <w:p w:rsidR="00EC39AA" w:rsidRDefault="00EC3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9AA" w:rsidRDefault="00EC39AA" w:rsidP="00F942BE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</w:rPr>
    </w:pPr>
    <w:r>
      <w:rPr>
        <w:rFonts w:cs="Arial"/>
        <w:sz w:val="16"/>
      </w:rPr>
      <w:t>PROJEKTY CZ s.r.o., Hradiště 96/</w:t>
    </w:r>
    <w:r w:rsidRPr="003909CF">
      <w:rPr>
        <w:rFonts w:cs="Arial"/>
        <w:sz w:val="16"/>
      </w:rPr>
      <w:t xml:space="preserve">8, </w:t>
    </w:r>
    <w:proofErr w:type="gramStart"/>
    <w:r w:rsidRPr="003909CF">
      <w:rPr>
        <w:rFonts w:cs="Arial"/>
        <w:sz w:val="16"/>
      </w:rPr>
      <w:t>400 01  Ústí</w:t>
    </w:r>
    <w:proofErr w:type="gramEnd"/>
    <w:r w:rsidRPr="003909CF">
      <w:rPr>
        <w:rFonts w:cs="Arial"/>
        <w:sz w:val="16"/>
      </w:rPr>
      <w:t xml:space="preserve"> nad Labem</w:t>
    </w:r>
  </w:p>
  <w:p w:rsidR="00EC39AA" w:rsidRDefault="00EC39AA" w:rsidP="00F942BE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  <w:szCs w:val="16"/>
      </w:rPr>
    </w:pPr>
    <w:r>
      <w:rPr>
        <w:rFonts w:ascii="Times New Roman" w:hAnsi="Times New Roman"/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114300</wp:posOffset>
          </wp:positionH>
          <wp:positionV relativeFrom="paragraph">
            <wp:posOffset>73025</wp:posOffset>
          </wp:positionV>
          <wp:extent cx="579755" cy="612775"/>
          <wp:effectExtent l="19050" t="0" r="0" b="0"/>
          <wp:wrapNone/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12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="Arial"/>
        <w:sz w:val="16"/>
        <w:szCs w:val="16"/>
      </w:rPr>
      <w:t>Tel.:475 211 782</w:t>
    </w:r>
  </w:p>
  <w:p w:rsidR="00EC39AA" w:rsidRDefault="00EC39AA" w:rsidP="00F942BE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Mobil: </w:t>
    </w:r>
    <w:smartTag w:uri="urn:schemas-microsoft-com:office:smarttags" w:element="PersonName">
      <w:smartTagPr>
        <w:attr w:name="ls" w:val="trans"/>
      </w:smartTagPr>
      <w:r>
        <w:rPr>
          <w:rFonts w:cs="Arial"/>
          <w:sz w:val="16"/>
          <w:szCs w:val="16"/>
        </w:rPr>
        <w:t>603 192</w:t>
      </w:r>
    </w:smartTag>
    <w:r>
      <w:rPr>
        <w:rFonts w:cs="Arial"/>
        <w:sz w:val="16"/>
        <w:szCs w:val="16"/>
      </w:rPr>
      <w:t xml:space="preserve"> 270</w:t>
    </w:r>
  </w:p>
  <w:p w:rsidR="00EC39AA" w:rsidRPr="003909CF" w:rsidRDefault="00EC39AA" w:rsidP="00F942BE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</w:rPr>
    </w:pPr>
    <w:r>
      <w:rPr>
        <w:rFonts w:cs="Arial"/>
        <w:sz w:val="16"/>
        <w:szCs w:val="16"/>
      </w:rPr>
      <w:t>E-mail: info@projekty-cz.eu</w:t>
    </w:r>
    <w:r w:rsidRPr="003909CF">
      <w:rPr>
        <w:rFonts w:cs="Arial"/>
        <w:sz w:val="16"/>
      </w:rPr>
      <w:t xml:space="preserve"> </w:t>
    </w:r>
  </w:p>
  <w:p w:rsidR="00EC39AA" w:rsidRPr="00BC1564" w:rsidRDefault="00EC39AA" w:rsidP="00F942BE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  <w:szCs w:val="16"/>
      </w:rPr>
    </w:pPr>
    <w:r w:rsidRPr="00BC1564">
      <w:rPr>
        <w:rFonts w:cs="Arial"/>
        <w:sz w:val="16"/>
        <w:szCs w:val="16"/>
      </w:rPr>
      <w:t xml:space="preserve">IČO: </w:t>
    </w:r>
    <w:proofErr w:type="gramStart"/>
    <w:r w:rsidRPr="00BC1564">
      <w:rPr>
        <w:rFonts w:cs="Arial"/>
        <w:sz w:val="16"/>
        <w:szCs w:val="16"/>
      </w:rPr>
      <w:t>286 93 213,  DIČ</w:t>
    </w:r>
    <w:proofErr w:type="gramEnd"/>
    <w:r w:rsidRPr="00BC1564">
      <w:rPr>
        <w:rFonts w:cs="Arial"/>
        <w:sz w:val="16"/>
        <w:szCs w:val="16"/>
      </w:rPr>
      <w:t>: CZ 286 93 213</w:t>
    </w:r>
  </w:p>
  <w:p w:rsidR="00EC39AA" w:rsidRDefault="00EC39AA" w:rsidP="00F942BE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  <w:szCs w:val="16"/>
      </w:rPr>
    </w:pPr>
    <w:r w:rsidRPr="00BC1564">
      <w:rPr>
        <w:rFonts w:cs="Arial"/>
        <w:sz w:val="16"/>
        <w:szCs w:val="16"/>
      </w:rPr>
      <w:t xml:space="preserve">OR-REG u Kraj. </w:t>
    </w:r>
    <w:proofErr w:type="gramStart"/>
    <w:r w:rsidRPr="00BC1564">
      <w:rPr>
        <w:rFonts w:cs="Arial"/>
        <w:sz w:val="16"/>
        <w:szCs w:val="16"/>
      </w:rPr>
      <w:t>soudu</w:t>
    </w:r>
    <w:proofErr w:type="gramEnd"/>
    <w:r w:rsidRPr="00BC1564">
      <w:rPr>
        <w:rFonts w:cs="Arial"/>
        <w:sz w:val="16"/>
        <w:szCs w:val="16"/>
      </w:rPr>
      <w:t xml:space="preserve"> v Ústí nad Labem dne  </w:t>
    </w:r>
    <w:smartTag w:uri="urn:schemas-microsoft-com:office:smarttags" w:element="date">
      <w:smartTagPr>
        <w:attr w:name="ls" w:val="trans"/>
        <w:attr w:name="Month" w:val="2"/>
        <w:attr w:name="Day" w:val="26"/>
        <w:attr w:name="Year" w:val="2009"/>
      </w:smartTagPr>
      <w:r w:rsidRPr="00BC1564">
        <w:rPr>
          <w:rFonts w:cs="Arial"/>
          <w:sz w:val="16"/>
          <w:szCs w:val="16"/>
        </w:rPr>
        <w:t>26.2.2009</w:t>
      </w:r>
    </w:smartTag>
    <w:r w:rsidRPr="00BC1564">
      <w:rPr>
        <w:rFonts w:cs="Arial"/>
        <w:sz w:val="16"/>
        <w:szCs w:val="16"/>
      </w:rPr>
      <w:t xml:space="preserve"> oddíl C, vložka 27130</w:t>
    </w:r>
  </w:p>
  <w:p w:rsidR="00EC39AA" w:rsidRDefault="00EC39AA" w:rsidP="00F942BE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  <w:szCs w:val="16"/>
      </w:rPr>
    </w:pPr>
    <w:r w:rsidRPr="003909CF">
      <w:rPr>
        <w:rFonts w:cs="Arial"/>
        <w:sz w:val="16"/>
      </w:rPr>
      <w:tab/>
    </w:r>
    <w:r>
      <w:rPr>
        <w:rFonts w:cs="Arial"/>
        <w:sz w:val="16"/>
      </w:rPr>
      <w:tab/>
    </w:r>
    <w:r w:rsidRPr="00BC1564">
      <w:rPr>
        <w:rFonts w:cs="Arial"/>
        <w:sz w:val="16"/>
        <w:szCs w:val="16"/>
      </w:rPr>
      <w:t>C, vložka 27130</w:t>
    </w:r>
  </w:p>
  <w:p w:rsidR="00EC39AA" w:rsidRDefault="00EC39AA" w:rsidP="00807592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sz w:val="16"/>
      </w:rPr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9AA" w:rsidRDefault="00EC39AA">
      <w:r>
        <w:separator/>
      </w:r>
    </w:p>
  </w:footnote>
  <w:footnote w:type="continuationSeparator" w:id="0">
    <w:p w:rsidR="00EC39AA" w:rsidRDefault="00EC39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9AA" w:rsidRPr="00D11ADE" w:rsidRDefault="00EC39AA" w:rsidP="00F942BE">
    <w:pPr>
      <w:pStyle w:val="Zhlav"/>
      <w:rPr>
        <w:sz w:val="14"/>
        <w:szCs w:val="14"/>
      </w:rPr>
    </w:pPr>
    <w:r w:rsidRPr="00D11ADE">
      <w:rPr>
        <w:sz w:val="14"/>
        <w:szCs w:val="14"/>
      </w:rPr>
      <w:t>PD rekonstrukce dílen FVTM Za Válcovnou</w:t>
    </w:r>
    <w:r>
      <w:rPr>
        <w:sz w:val="14"/>
        <w:szCs w:val="14"/>
      </w:rPr>
      <w:t xml:space="preserve"> - </w:t>
    </w:r>
    <w:r w:rsidRPr="00D11ADE">
      <w:rPr>
        <w:sz w:val="14"/>
        <w:szCs w:val="14"/>
      </w:rPr>
      <w:t>2016/0022</w:t>
    </w:r>
  </w:p>
  <w:p w:rsidR="00EC39AA" w:rsidRPr="00F942BE" w:rsidRDefault="00EC39AA" w:rsidP="00F942BE">
    <w:pPr>
      <w:pStyle w:val="Zhlav"/>
      <w:pBdr>
        <w:bottom w:val="single" w:sz="4" w:space="1" w:color="auto"/>
      </w:pBdr>
      <w:rPr>
        <w:sz w:val="14"/>
        <w:szCs w:val="14"/>
      </w:rPr>
    </w:pPr>
    <w:r w:rsidRPr="00D11ADE">
      <w:rPr>
        <w:rFonts w:cs="Arial"/>
        <w:caps/>
        <w:sz w:val="14"/>
        <w:szCs w:val="14"/>
      </w:rPr>
      <w:t xml:space="preserve">PD PRO PROVÁDĚNÍ STAVBY ( příloha </w:t>
    </w:r>
    <w:proofErr w:type="gramStart"/>
    <w:r w:rsidRPr="00D11ADE">
      <w:rPr>
        <w:rFonts w:cs="Arial"/>
        <w:caps/>
        <w:sz w:val="14"/>
        <w:szCs w:val="14"/>
      </w:rPr>
      <w:t>č.6 vyhl.</w:t>
    </w:r>
    <w:proofErr w:type="gramEnd"/>
    <w:r w:rsidRPr="00D11ADE">
      <w:rPr>
        <w:rFonts w:cs="Arial"/>
        <w:caps/>
        <w:sz w:val="14"/>
        <w:szCs w:val="14"/>
      </w:rPr>
      <w:t xml:space="preserve"> č. 499/2006 sb. </w:t>
    </w:r>
    <w:r w:rsidRPr="00F942BE">
      <w:rPr>
        <w:rFonts w:cs="Arial"/>
        <w:caps/>
        <w:sz w:val="14"/>
        <w:szCs w:val="14"/>
      </w:rPr>
      <w:t xml:space="preserve">)                  </w:t>
    </w:r>
    <w:r w:rsidRPr="00F942BE">
      <w:rPr>
        <w:rFonts w:cs="Arial"/>
        <w:sz w:val="14"/>
        <w:szCs w:val="14"/>
      </w:rPr>
      <w:tab/>
    </w:r>
    <w:r w:rsidRPr="00F942BE">
      <w:rPr>
        <w:sz w:val="14"/>
        <w:szCs w:val="14"/>
      </w:rPr>
      <w:t xml:space="preserve">Stránka </w:t>
    </w:r>
    <w:r w:rsidRPr="00F942BE">
      <w:rPr>
        <w:b/>
        <w:sz w:val="14"/>
        <w:szCs w:val="14"/>
      </w:rPr>
      <w:fldChar w:fldCharType="begin"/>
    </w:r>
    <w:r w:rsidRPr="00F942BE">
      <w:rPr>
        <w:b/>
        <w:sz w:val="14"/>
        <w:szCs w:val="14"/>
      </w:rPr>
      <w:instrText>PAGE</w:instrText>
    </w:r>
    <w:r w:rsidRPr="00F942BE">
      <w:rPr>
        <w:b/>
        <w:sz w:val="14"/>
        <w:szCs w:val="14"/>
      </w:rPr>
      <w:fldChar w:fldCharType="separate"/>
    </w:r>
    <w:r w:rsidR="00CB7762">
      <w:rPr>
        <w:b/>
        <w:noProof/>
        <w:sz w:val="14"/>
        <w:szCs w:val="14"/>
      </w:rPr>
      <w:t>1</w:t>
    </w:r>
    <w:r w:rsidRPr="00F942BE">
      <w:rPr>
        <w:b/>
        <w:sz w:val="14"/>
        <w:szCs w:val="14"/>
      </w:rPr>
      <w:fldChar w:fldCharType="end"/>
    </w:r>
    <w:r w:rsidRPr="00F942BE">
      <w:rPr>
        <w:sz w:val="14"/>
        <w:szCs w:val="14"/>
      </w:rPr>
      <w:t xml:space="preserve"> z </w:t>
    </w:r>
    <w:r w:rsidRPr="00F942BE">
      <w:rPr>
        <w:b/>
        <w:sz w:val="14"/>
        <w:szCs w:val="14"/>
      </w:rPr>
      <w:fldChar w:fldCharType="begin"/>
    </w:r>
    <w:r w:rsidRPr="00F942BE">
      <w:rPr>
        <w:b/>
        <w:sz w:val="14"/>
        <w:szCs w:val="14"/>
      </w:rPr>
      <w:instrText>NUMPAGES</w:instrText>
    </w:r>
    <w:r w:rsidRPr="00F942BE">
      <w:rPr>
        <w:b/>
        <w:sz w:val="14"/>
        <w:szCs w:val="14"/>
      </w:rPr>
      <w:fldChar w:fldCharType="separate"/>
    </w:r>
    <w:r w:rsidR="00CB7762">
      <w:rPr>
        <w:b/>
        <w:noProof/>
        <w:sz w:val="14"/>
        <w:szCs w:val="14"/>
      </w:rPr>
      <w:t>1</w:t>
    </w:r>
    <w:r w:rsidRPr="00F942BE">
      <w:rPr>
        <w:b/>
        <w:sz w:val="14"/>
        <w:szCs w:val="1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67736"/>
    <w:multiLevelType w:val="hybridMultilevel"/>
    <w:tmpl w:val="5DE8FF38"/>
    <w:lvl w:ilvl="0" w:tplc="7F16164A">
      <w:start w:val="1"/>
      <w:numFmt w:val="decimal"/>
      <w:lvlText w:val="E.1.%1."/>
      <w:lvlJc w:val="left"/>
      <w:pPr>
        <w:ind w:left="765" w:hanging="360"/>
      </w:pPr>
      <w:rPr>
        <w:rFonts w:hint="default"/>
        <w:b/>
        <w:bCs/>
        <w:caps w:val="0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6632B77"/>
    <w:multiLevelType w:val="hybridMultilevel"/>
    <w:tmpl w:val="42A297E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77C483B"/>
    <w:multiLevelType w:val="hybridMultilevel"/>
    <w:tmpl w:val="3B98B5E0"/>
    <w:lvl w:ilvl="0" w:tplc="D8DE7C38">
      <w:start w:val="1"/>
      <w:numFmt w:val="decimal"/>
      <w:lvlText w:val="D.1.%1."/>
      <w:lvlJc w:val="left"/>
      <w:pPr>
        <w:ind w:left="720" w:hanging="360"/>
      </w:pPr>
      <w:rPr>
        <w:rFonts w:hint="default"/>
        <w:b/>
        <w:bCs/>
        <w:cap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72CDA"/>
    <w:multiLevelType w:val="multilevel"/>
    <w:tmpl w:val="89DAFBBA"/>
    <w:lvl w:ilvl="0">
      <w:start w:val="6"/>
      <w:numFmt w:val="upperLetter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8"/>
        <w:szCs w:val="28"/>
      </w:rPr>
    </w:lvl>
    <w:lvl w:ilvl="2">
      <w:start w:val="1"/>
      <w:numFmt w:val="decimal"/>
      <w:pStyle w:val="Nadpis3"/>
      <w:lvlText w:val="D.%2."/>
      <w:lvlJc w:val="left"/>
      <w:pPr>
        <w:tabs>
          <w:tab w:val="num" w:pos="964"/>
        </w:tabs>
        <w:ind w:left="964" w:hanging="964"/>
      </w:pPr>
      <w:rPr>
        <w:rFonts w:hint="default"/>
        <w:b/>
      </w:rPr>
    </w:lvl>
    <w:lvl w:ilvl="3">
      <w:start w:val="1"/>
      <w:numFmt w:val="decimal"/>
      <w:pStyle w:val="Nadpis4"/>
      <w:lvlText w:val="D.%2.1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lowerLetter"/>
      <w:pStyle w:val="Nadpis5"/>
      <w:lvlText w:val="%1.%2.%3.%4.%5)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  <w:szCs w:val="24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>
    <w:nsid w:val="13D46A91"/>
    <w:multiLevelType w:val="hybridMultilevel"/>
    <w:tmpl w:val="C9B0DCF8"/>
    <w:lvl w:ilvl="0" w:tplc="C428E3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F134D0"/>
    <w:multiLevelType w:val="hybridMultilevel"/>
    <w:tmpl w:val="7AFA702E"/>
    <w:lvl w:ilvl="0" w:tplc="BEC89098">
      <w:start w:val="40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CC19CF"/>
    <w:multiLevelType w:val="hybridMultilevel"/>
    <w:tmpl w:val="BDE0F3C2"/>
    <w:lvl w:ilvl="0" w:tplc="C8C276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58ECC66E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94F2735A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9B4897"/>
    <w:multiLevelType w:val="hybridMultilevel"/>
    <w:tmpl w:val="1D48A4FA"/>
    <w:lvl w:ilvl="0" w:tplc="58ECC66E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A12A08"/>
    <w:multiLevelType w:val="multilevel"/>
    <w:tmpl w:val="7FBE1E8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lowerLetter"/>
      <w:lvlText w:val="%1.%2.%3.%4.%5)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>
    <w:nsid w:val="25D10719"/>
    <w:multiLevelType w:val="hybridMultilevel"/>
    <w:tmpl w:val="F94C6660"/>
    <w:lvl w:ilvl="0" w:tplc="85DCF1C2">
      <w:start w:val="1"/>
      <w:numFmt w:val="bullet"/>
      <w:lvlText w:val="?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6F1EC1"/>
    <w:multiLevelType w:val="multilevel"/>
    <w:tmpl w:val="7FBE1E8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lowerLetter"/>
      <w:lvlText w:val="%1.%2.%3.%4.%5)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>
    <w:nsid w:val="26BE7629"/>
    <w:multiLevelType w:val="hybridMultilevel"/>
    <w:tmpl w:val="AF3887BA"/>
    <w:lvl w:ilvl="0" w:tplc="C8F018F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CE69BC"/>
    <w:multiLevelType w:val="hybridMultilevel"/>
    <w:tmpl w:val="2D6855F2"/>
    <w:lvl w:ilvl="0" w:tplc="76EA757A">
      <w:start w:val="2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3">
    <w:nsid w:val="36482FD2"/>
    <w:multiLevelType w:val="hybridMultilevel"/>
    <w:tmpl w:val="82F0ADBC"/>
    <w:lvl w:ilvl="0" w:tplc="486000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925D27"/>
    <w:multiLevelType w:val="hybridMultilevel"/>
    <w:tmpl w:val="E94A83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8B7614"/>
    <w:multiLevelType w:val="hybridMultilevel"/>
    <w:tmpl w:val="40D45BC4"/>
    <w:lvl w:ilvl="0" w:tplc="040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6">
    <w:nsid w:val="4DE21388"/>
    <w:multiLevelType w:val="hybridMultilevel"/>
    <w:tmpl w:val="BA46A2E0"/>
    <w:lvl w:ilvl="0" w:tplc="BF607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3B3CFA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>
    <w:nsid w:val="5B6B67AC"/>
    <w:multiLevelType w:val="hybridMultilevel"/>
    <w:tmpl w:val="2B82625C"/>
    <w:lvl w:ilvl="0" w:tplc="8836F5F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4B696E"/>
    <w:multiLevelType w:val="hybridMultilevel"/>
    <w:tmpl w:val="3F529AC0"/>
    <w:lvl w:ilvl="0" w:tplc="88D48DC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5F5A5B1D"/>
    <w:multiLevelType w:val="hybridMultilevel"/>
    <w:tmpl w:val="479821E8"/>
    <w:lvl w:ilvl="0" w:tplc="C8F018F4">
      <w:start w:val="1"/>
      <w:numFmt w:val="decimal"/>
      <w:lvlText w:val="%1.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>
    <w:nsid w:val="62371484"/>
    <w:multiLevelType w:val="hybridMultilevel"/>
    <w:tmpl w:val="7FD21EE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3713835"/>
    <w:multiLevelType w:val="hybridMultilevel"/>
    <w:tmpl w:val="0E58C3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43643D7"/>
    <w:multiLevelType w:val="hybridMultilevel"/>
    <w:tmpl w:val="9474B238"/>
    <w:lvl w:ilvl="0" w:tplc="B88697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>
    <w:nsid w:val="6BD76CD9"/>
    <w:multiLevelType w:val="hybridMultilevel"/>
    <w:tmpl w:val="271805AA"/>
    <w:lvl w:ilvl="0" w:tplc="01B4D5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26">
    <w:nsid w:val="6C2230C4"/>
    <w:multiLevelType w:val="hybridMultilevel"/>
    <w:tmpl w:val="119E218A"/>
    <w:lvl w:ilvl="0" w:tplc="16926354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>
    <w:nsid w:val="6E3B0F38"/>
    <w:multiLevelType w:val="hybridMultilevel"/>
    <w:tmpl w:val="15E8C4D2"/>
    <w:lvl w:ilvl="0" w:tplc="3CFA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35F48F8"/>
    <w:multiLevelType w:val="multilevel"/>
    <w:tmpl w:val="475E4DD4"/>
    <w:lvl w:ilvl="0">
      <w:start w:val="1"/>
      <w:numFmt w:val="lowerLetter"/>
      <w:pStyle w:val="StylVechnavelkDolejednoduchAutomatick05bka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lowerLetter"/>
      <w:lvlText w:val="%1.%2.%3.%4.%5)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9">
    <w:nsid w:val="7A1F4815"/>
    <w:multiLevelType w:val="hybridMultilevel"/>
    <w:tmpl w:val="1C241948"/>
    <w:lvl w:ilvl="0" w:tplc="A8483F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4"/>
  </w:num>
  <w:num w:numId="3">
    <w:abstractNumId w:val="8"/>
  </w:num>
  <w:num w:numId="4">
    <w:abstractNumId w:val="13"/>
  </w:num>
  <w:num w:numId="5">
    <w:abstractNumId w:val="28"/>
  </w:num>
  <w:num w:numId="6">
    <w:abstractNumId w:val="10"/>
  </w:num>
  <w:num w:numId="7">
    <w:abstractNumId w:val="6"/>
  </w:num>
  <w:num w:numId="8">
    <w:abstractNumId w:val="29"/>
  </w:num>
  <w:num w:numId="9">
    <w:abstractNumId w:val="12"/>
  </w:num>
  <w:num w:numId="10">
    <w:abstractNumId w:val="16"/>
  </w:num>
  <w:num w:numId="11">
    <w:abstractNumId w:val="7"/>
  </w:num>
  <w:num w:numId="12">
    <w:abstractNumId w:val="18"/>
  </w:num>
  <w:num w:numId="13">
    <w:abstractNumId w:val="27"/>
  </w:num>
  <w:num w:numId="14">
    <w:abstractNumId w:val="5"/>
  </w:num>
  <w:num w:numId="15">
    <w:abstractNumId w:val="11"/>
  </w:num>
  <w:num w:numId="16">
    <w:abstractNumId w:val="20"/>
  </w:num>
  <w:num w:numId="17">
    <w:abstractNumId w:val="25"/>
  </w:num>
  <w:num w:numId="18">
    <w:abstractNumId w:val="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5"/>
  </w:num>
  <w:num w:numId="23">
    <w:abstractNumId w:val="14"/>
  </w:num>
  <w:num w:numId="24">
    <w:abstractNumId w:val="21"/>
  </w:num>
  <w:num w:numId="25">
    <w:abstractNumId w:val="17"/>
  </w:num>
  <w:num w:numId="26">
    <w:abstractNumId w:val="3"/>
  </w:num>
  <w:num w:numId="27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0"/>
  </w:num>
  <w:num w:numId="30">
    <w:abstractNumId w:val="22"/>
  </w:num>
  <w:num w:numId="31">
    <w:abstractNumId w:val="23"/>
  </w:num>
  <w:num w:numId="32">
    <w:abstractNumId w:val="26"/>
  </w:num>
  <w:num w:numId="33">
    <w:abstractNumId w:val="1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stylePaneFormatFilter w:val="3F01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/>
  <w:rsids>
    <w:rsidRoot w:val="005879C8"/>
    <w:rsid w:val="00001579"/>
    <w:rsid w:val="00003ACB"/>
    <w:rsid w:val="00004887"/>
    <w:rsid w:val="00023F64"/>
    <w:rsid w:val="0002521E"/>
    <w:rsid w:val="000277B7"/>
    <w:rsid w:val="00031BC1"/>
    <w:rsid w:val="0003334F"/>
    <w:rsid w:val="00034EAD"/>
    <w:rsid w:val="00035120"/>
    <w:rsid w:val="00043A85"/>
    <w:rsid w:val="0004662A"/>
    <w:rsid w:val="0005356B"/>
    <w:rsid w:val="000538B8"/>
    <w:rsid w:val="000617AC"/>
    <w:rsid w:val="00064C04"/>
    <w:rsid w:val="00074DBD"/>
    <w:rsid w:val="00077056"/>
    <w:rsid w:val="00084BAC"/>
    <w:rsid w:val="000964CA"/>
    <w:rsid w:val="000A193A"/>
    <w:rsid w:val="000A4897"/>
    <w:rsid w:val="000A7B2C"/>
    <w:rsid w:val="000B32E1"/>
    <w:rsid w:val="000B4541"/>
    <w:rsid w:val="000B5EBE"/>
    <w:rsid w:val="000C3306"/>
    <w:rsid w:val="000C578E"/>
    <w:rsid w:val="000C5938"/>
    <w:rsid w:val="000C7032"/>
    <w:rsid w:val="000D2FFD"/>
    <w:rsid w:val="000D4188"/>
    <w:rsid w:val="000E36D0"/>
    <w:rsid w:val="000E691E"/>
    <w:rsid w:val="000F0CA2"/>
    <w:rsid w:val="000F4DC4"/>
    <w:rsid w:val="00103553"/>
    <w:rsid w:val="00104236"/>
    <w:rsid w:val="001100EF"/>
    <w:rsid w:val="0011750E"/>
    <w:rsid w:val="00120918"/>
    <w:rsid w:val="00120D02"/>
    <w:rsid w:val="001211FA"/>
    <w:rsid w:val="001241EC"/>
    <w:rsid w:val="00134700"/>
    <w:rsid w:val="00141A24"/>
    <w:rsid w:val="001443A1"/>
    <w:rsid w:val="00146550"/>
    <w:rsid w:val="001519F9"/>
    <w:rsid w:val="00171AD7"/>
    <w:rsid w:val="001741D0"/>
    <w:rsid w:val="00176375"/>
    <w:rsid w:val="0017675E"/>
    <w:rsid w:val="0018152B"/>
    <w:rsid w:val="00181ACD"/>
    <w:rsid w:val="00185502"/>
    <w:rsid w:val="001913FC"/>
    <w:rsid w:val="00196C77"/>
    <w:rsid w:val="00196E8C"/>
    <w:rsid w:val="001A0168"/>
    <w:rsid w:val="001B2F0A"/>
    <w:rsid w:val="001B3DB0"/>
    <w:rsid w:val="001B5FB1"/>
    <w:rsid w:val="001B742B"/>
    <w:rsid w:val="001C3575"/>
    <w:rsid w:val="001C4C15"/>
    <w:rsid w:val="001C5662"/>
    <w:rsid w:val="001C5BF7"/>
    <w:rsid w:val="001C6F7F"/>
    <w:rsid w:val="001D2FDF"/>
    <w:rsid w:val="001D64F4"/>
    <w:rsid w:val="001E2EB3"/>
    <w:rsid w:val="001E3F1B"/>
    <w:rsid w:val="001E5000"/>
    <w:rsid w:val="001F67A3"/>
    <w:rsid w:val="001F7044"/>
    <w:rsid w:val="001F7C83"/>
    <w:rsid w:val="001F7FBA"/>
    <w:rsid w:val="00200177"/>
    <w:rsid w:val="00212339"/>
    <w:rsid w:val="00224BC6"/>
    <w:rsid w:val="002333D0"/>
    <w:rsid w:val="00233C96"/>
    <w:rsid w:val="00235EDE"/>
    <w:rsid w:val="00240AD2"/>
    <w:rsid w:val="002414E3"/>
    <w:rsid w:val="002442C5"/>
    <w:rsid w:val="002470F9"/>
    <w:rsid w:val="00247117"/>
    <w:rsid w:val="002474EE"/>
    <w:rsid w:val="0025318A"/>
    <w:rsid w:val="00261819"/>
    <w:rsid w:val="00263A2B"/>
    <w:rsid w:val="00274BE6"/>
    <w:rsid w:val="002757FD"/>
    <w:rsid w:val="00291F09"/>
    <w:rsid w:val="00292757"/>
    <w:rsid w:val="002A0252"/>
    <w:rsid w:val="002A1E74"/>
    <w:rsid w:val="002A5F3A"/>
    <w:rsid w:val="002A695D"/>
    <w:rsid w:val="002B26D4"/>
    <w:rsid w:val="002B2A1F"/>
    <w:rsid w:val="002B5B41"/>
    <w:rsid w:val="002C0E52"/>
    <w:rsid w:val="002C1181"/>
    <w:rsid w:val="002C43E0"/>
    <w:rsid w:val="002C47A1"/>
    <w:rsid w:val="002C5832"/>
    <w:rsid w:val="002C7452"/>
    <w:rsid w:val="002D2479"/>
    <w:rsid w:val="002E022B"/>
    <w:rsid w:val="002E0BDD"/>
    <w:rsid w:val="002E36D3"/>
    <w:rsid w:val="002E406C"/>
    <w:rsid w:val="002F12A1"/>
    <w:rsid w:val="002F1DCA"/>
    <w:rsid w:val="002F2964"/>
    <w:rsid w:val="002F3BA0"/>
    <w:rsid w:val="002F6161"/>
    <w:rsid w:val="003017E9"/>
    <w:rsid w:val="00306503"/>
    <w:rsid w:val="0030750B"/>
    <w:rsid w:val="0031247B"/>
    <w:rsid w:val="00313115"/>
    <w:rsid w:val="00317019"/>
    <w:rsid w:val="00321405"/>
    <w:rsid w:val="003276BC"/>
    <w:rsid w:val="00330EA5"/>
    <w:rsid w:val="00331740"/>
    <w:rsid w:val="00343C3D"/>
    <w:rsid w:val="00343EBE"/>
    <w:rsid w:val="003441AB"/>
    <w:rsid w:val="00344FE2"/>
    <w:rsid w:val="00345236"/>
    <w:rsid w:val="003469A2"/>
    <w:rsid w:val="00357386"/>
    <w:rsid w:val="003608D6"/>
    <w:rsid w:val="0036131D"/>
    <w:rsid w:val="00362137"/>
    <w:rsid w:val="00384D52"/>
    <w:rsid w:val="00390B69"/>
    <w:rsid w:val="00390FA2"/>
    <w:rsid w:val="00396BD3"/>
    <w:rsid w:val="003A554D"/>
    <w:rsid w:val="003A59C2"/>
    <w:rsid w:val="003A67A7"/>
    <w:rsid w:val="003B3AB0"/>
    <w:rsid w:val="003B3D10"/>
    <w:rsid w:val="003B778D"/>
    <w:rsid w:val="003C0DB8"/>
    <w:rsid w:val="003D1687"/>
    <w:rsid w:val="003D5D04"/>
    <w:rsid w:val="003E10C8"/>
    <w:rsid w:val="003E6F95"/>
    <w:rsid w:val="003F5D22"/>
    <w:rsid w:val="003F66B1"/>
    <w:rsid w:val="00402466"/>
    <w:rsid w:val="0040252F"/>
    <w:rsid w:val="004107D1"/>
    <w:rsid w:val="004208F3"/>
    <w:rsid w:val="0042122E"/>
    <w:rsid w:val="004254EF"/>
    <w:rsid w:val="00426CE2"/>
    <w:rsid w:val="004275EC"/>
    <w:rsid w:val="004276F4"/>
    <w:rsid w:val="00430BC4"/>
    <w:rsid w:val="004358D1"/>
    <w:rsid w:val="00437B38"/>
    <w:rsid w:val="004414A8"/>
    <w:rsid w:val="00442D02"/>
    <w:rsid w:val="004446D5"/>
    <w:rsid w:val="00450F80"/>
    <w:rsid w:val="00455DA6"/>
    <w:rsid w:val="00456116"/>
    <w:rsid w:val="00463391"/>
    <w:rsid w:val="0046740E"/>
    <w:rsid w:val="00472B8D"/>
    <w:rsid w:val="0047423E"/>
    <w:rsid w:val="0048437D"/>
    <w:rsid w:val="00486F3C"/>
    <w:rsid w:val="00490E95"/>
    <w:rsid w:val="00491085"/>
    <w:rsid w:val="00491CA8"/>
    <w:rsid w:val="0049439B"/>
    <w:rsid w:val="00496207"/>
    <w:rsid w:val="00497920"/>
    <w:rsid w:val="004A4C26"/>
    <w:rsid w:val="004A56E3"/>
    <w:rsid w:val="004B59F3"/>
    <w:rsid w:val="004B720F"/>
    <w:rsid w:val="004C336E"/>
    <w:rsid w:val="004C5878"/>
    <w:rsid w:val="004C5FB6"/>
    <w:rsid w:val="004C79DE"/>
    <w:rsid w:val="004D1D32"/>
    <w:rsid w:val="004D59D0"/>
    <w:rsid w:val="004D6CFF"/>
    <w:rsid w:val="004E0957"/>
    <w:rsid w:val="004E754F"/>
    <w:rsid w:val="004F08A6"/>
    <w:rsid w:val="004F36E2"/>
    <w:rsid w:val="004F4AC2"/>
    <w:rsid w:val="004F7F6E"/>
    <w:rsid w:val="005016A0"/>
    <w:rsid w:val="00503D56"/>
    <w:rsid w:val="00505412"/>
    <w:rsid w:val="00505F42"/>
    <w:rsid w:val="00507027"/>
    <w:rsid w:val="0051115F"/>
    <w:rsid w:val="00512E29"/>
    <w:rsid w:val="00513316"/>
    <w:rsid w:val="00530000"/>
    <w:rsid w:val="00530049"/>
    <w:rsid w:val="005325F1"/>
    <w:rsid w:val="0053761F"/>
    <w:rsid w:val="00540BE2"/>
    <w:rsid w:val="005469EC"/>
    <w:rsid w:val="0055146B"/>
    <w:rsid w:val="00552555"/>
    <w:rsid w:val="00555E61"/>
    <w:rsid w:val="00571579"/>
    <w:rsid w:val="00572A51"/>
    <w:rsid w:val="005735C0"/>
    <w:rsid w:val="005803D3"/>
    <w:rsid w:val="00581216"/>
    <w:rsid w:val="005862E6"/>
    <w:rsid w:val="005879C8"/>
    <w:rsid w:val="00595A62"/>
    <w:rsid w:val="005A2F62"/>
    <w:rsid w:val="005A52DF"/>
    <w:rsid w:val="005A599F"/>
    <w:rsid w:val="005A6655"/>
    <w:rsid w:val="005A7D1D"/>
    <w:rsid w:val="005B0110"/>
    <w:rsid w:val="005B16B5"/>
    <w:rsid w:val="005B49B5"/>
    <w:rsid w:val="005C2359"/>
    <w:rsid w:val="005C3B2F"/>
    <w:rsid w:val="005D164F"/>
    <w:rsid w:val="005D2A76"/>
    <w:rsid w:val="005D6273"/>
    <w:rsid w:val="005E1BEF"/>
    <w:rsid w:val="005F157D"/>
    <w:rsid w:val="005F66C1"/>
    <w:rsid w:val="005F6B41"/>
    <w:rsid w:val="0060009D"/>
    <w:rsid w:val="00603ADC"/>
    <w:rsid w:val="006045E3"/>
    <w:rsid w:val="00615D2B"/>
    <w:rsid w:val="00625755"/>
    <w:rsid w:val="006262EA"/>
    <w:rsid w:val="00631151"/>
    <w:rsid w:val="0064062A"/>
    <w:rsid w:val="00640C28"/>
    <w:rsid w:val="0064723A"/>
    <w:rsid w:val="0064758D"/>
    <w:rsid w:val="00652728"/>
    <w:rsid w:val="00652E4C"/>
    <w:rsid w:val="0066213B"/>
    <w:rsid w:val="00665232"/>
    <w:rsid w:val="00666544"/>
    <w:rsid w:val="0066759A"/>
    <w:rsid w:val="006711C0"/>
    <w:rsid w:val="006739C5"/>
    <w:rsid w:val="00677304"/>
    <w:rsid w:val="00681676"/>
    <w:rsid w:val="00681DC8"/>
    <w:rsid w:val="006825B7"/>
    <w:rsid w:val="00684529"/>
    <w:rsid w:val="006951FE"/>
    <w:rsid w:val="00697D0C"/>
    <w:rsid w:val="006A0165"/>
    <w:rsid w:val="006A0D73"/>
    <w:rsid w:val="006A34D5"/>
    <w:rsid w:val="006B0953"/>
    <w:rsid w:val="006B14BB"/>
    <w:rsid w:val="006D343D"/>
    <w:rsid w:val="006D4A28"/>
    <w:rsid w:val="006D611B"/>
    <w:rsid w:val="006D615F"/>
    <w:rsid w:val="006E6F0C"/>
    <w:rsid w:val="006F4C27"/>
    <w:rsid w:val="006F4F05"/>
    <w:rsid w:val="007016CB"/>
    <w:rsid w:val="00702F19"/>
    <w:rsid w:val="007037BF"/>
    <w:rsid w:val="00717ED4"/>
    <w:rsid w:val="00720795"/>
    <w:rsid w:val="0072143A"/>
    <w:rsid w:val="0072268A"/>
    <w:rsid w:val="00722B0D"/>
    <w:rsid w:val="00725BCF"/>
    <w:rsid w:val="00725DA7"/>
    <w:rsid w:val="007342D8"/>
    <w:rsid w:val="007353EC"/>
    <w:rsid w:val="007410B4"/>
    <w:rsid w:val="00753A22"/>
    <w:rsid w:val="00754FEC"/>
    <w:rsid w:val="00755C0C"/>
    <w:rsid w:val="007708A1"/>
    <w:rsid w:val="00776672"/>
    <w:rsid w:val="00780749"/>
    <w:rsid w:val="00782CFC"/>
    <w:rsid w:val="00784241"/>
    <w:rsid w:val="007865CE"/>
    <w:rsid w:val="00787779"/>
    <w:rsid w:val="0079246F"/>
    <w:rsid w:val="0079601E"/>
    <w:rsid w:val="007A52E6"/>
    <w:rsid w:val="007A69F8"/>
    <w:rsid w:val="007A7D47"/>
    <w:rsid w:val="007B1BE4"/>
    <w:rsid w:val="007B4422"/>
    <w:rsid w:val="007B73B7"/>
    <w:rsid w:val="007C5ECA"/>
    <w:rsid w:val="007D224B"/>
    <w:rsid w:val="007E24A1"/>
    <w:rsid w:val="007E2BAB"/>
    <w:rsid w:val="007E300C"/>
    <w:rsid w:val="007E43BC"/>
    <w:rsid w:val="007E513D"/>
    <w:rsid w:val="007F0D89"/>
    <w:rsid w:val="007F1AE7"/>
    <w:rsid w:val="007F3E75"/>
    <w:rsid w:val="007F4F88"/>
    <w:rsid w:val="00800CB1"/>
    <w:rsid w:val="0080109A"/>
    <w:rsid w:val="00802F5C"/>
    <w:rsid w:val="00806D66"/>
    <w:rsid w:val="00806FDF"/>
    <w:rsid w:val="00807592"/>
    <w:rsid w:val="008078CA"/>
    <w:rsid w:val="008108DC"/>
    <w:rsid w:val="00817B6D"/>
    <w:rsid w:val="00823AA6"/>
    <w:rsid w:val="00831A63"/>
    <w:rsid w:val="00831E33"/>
    <w:rsid w:val="008436CE"/>
    <w:rsid w:val="00845858"/>
    <w:rsid w:val="00851037"/>
    <w:rsid w:val="0086694C"/>
    <w:rsid w:val="008719F5"/>
    <w:rsid w:val="00875FA8"/>
    <w:rsid w:val="00880B1A"/>
    <w:rsid w:val="00881285"/>
    <w:rsid w:val="00882463"/>
    <w:rsid w:val="00890BDF"/>
    <w:rsid w:val="00894C9A"/>
    <w:rsid w:val="008B76DA"/>
    <w:rsid w:val="008C1845"/>
    <w:rsid w:val="008D1D24"/>
    <w:rsid w:val="008D6709"/>
    <w:rsid w:val="008E0CF8"/>
    <w:rsid w:val="008E0F9B"/>
    <w:rsid w:val="008E3D18"/>
    <w:rsid w:val="008F341F"/>
    <w:rsid w:val="008F426F"/>
    <w:rsid w:val="008F47BA"/>
    <w:rsid w:val="008F64CD"/>
    <w:rsid w:val="00903F44"/>
    <w:rsid w:val="00906E71"/>
    <w:rsid w:val="00911B8E"/>
    <w:rsid w:val="00921831"/>
    <w:rsid w:val="00921C47"/>
    <w:rsid w:val="00923EEA"/>
    <w:rsid w:val="0092560E"/>
    <w:rsid w:val="00926EEE"/>
    <w:rsid w:val="00927CA2"/>
    <w:rsid w:val="00932300"/>
    <w:rsid w:val="00935527"/>
    <w:rsid w:val="00952666"/>
    <w:rsid w:val="00957385"/>
    <w:rsid w:val="00961AA0"/>
    <w:rsid w:val="00965905"/>
    <w:rsid w:val="00974073"/>
    <w:rsid w:val="00974C34"/>
    <w:rsid w:val="009807D8"/>
    <w:rsid w:val="00995876"/>
    <w:rsid w:val="009A3180"/>
    <w:rsid w:val="009B2A57"/>
    <w:rsid w:val="009C09EE"/>
    <w:rsid w:val="009C3480"/>
    <w:rsid w:val="009C3B8F"/>
    <w:rsid w:val="009C427D"/>
    <w:rsid w:val="009D0BA0"/>
    <w:rsid w:val="009D31BA"/>
    <w:rsid w:val="009D3BFF"/>
    <w:rsid w:val="009E1036"/>
    <w:rsid w:val="009E5815"/>
    <w:rsid w:val="009E76D7"/>
    <w:rsid w:val="009E780F"/>
    <w:rsid w:val="009F3CE7"/>
    <w:rsid w:val="00A006EB"/>
    <w:rsid w:val="00A02457"/>
    <w:rsid w:val="00A025C3"/>
    <w:rsid w:val="00A07070"/>
    <w:rsid w:val="00A1259C"/>
    <w:rsid w:val="00A13DC7"/>
    <w:rsid w:val="00A211F9"/>
    <w:rsid w:val="00A23D7A"/>
    <w:rsid w:val="00A258D1"/>
    <w:rsid w:val="00A25D68"/>
    <w:rsid w:val="00A27437"/>
    <w:rsid w:val="00A27C42"/>
    <w:rsid w:val="00A300A3"/>
    <w:rsid w:val="00A30813"/>
    <w:rsid w:val="00A32594"/>
    <w:rsid w:val="00A3595E"/>
    <w:rsid w:val="00A40EF3"/>
    <w:rsid w:val="00A456E4"/>
    <w:rsid w:val="00A4789D"/>
    <w:rsid w:val="00A47E31"/>
    <w:rsid w:val="00A55480"/>
    <w:rsid w:val="00A55514"/>
    <w:rsid w:val="00A67966"/>
    <w:rsid w:val="00A70B83"/>
    <w:rsid w:val="00A74279"/>
    <w:rsid w:val="00A763C1"/>
    <w:rsid w:val="00A77515"/>
    <w:rsid w:val="00A775DE"/>
    <w:rsid w:val="00A84B42"/>
    <w:rsid w:val="00A86149"/>
    <w:rsid w:val="00A87B49"/>
    <w:rsid w:val="00A93EBD"/>
    <w:rsid w:val="00AA2F48"/>
    <w:rsid w:val="00AA6118"/>
    <w:rsid w:val="00AB0C4D"/>
    <w:rsid w:val="00AB58D1"/>
    <w:rsid w:val="00AB6BBB"/>
    <w:rsid w:val="00AC1F73"/>
    <w:rsid w:val="00AC244A"/>
    <w:rsid w:val="00AC64BA"/>
    <w:rsid w:val="00AD46A1"/>
    <w:rsid w:val="00AD60AE"/>
    <w:rsid w:val="00AE2931"/>
    <w:rsid w:val="00AF330C"/>
    <w:rsid w:val="00AF3F2E"/>
    <w:rsid w:val="00AF616B"/>
    <w:rsid w:val="00B06E6B"/>
    <w:rsid w:val="00B12D62"/>
    <w:rsid w:val="00B14E60"/>
    <w:rsid w:val="00B24937"/>
    <w:rsid w:val="00B25065"/>
    <w:rsid w:val="00B269D9"/>
    <w:rsid w:val="00B33200"/>
    <w:rsid w:val="00B338D3"/>
    <w:rsid w:val="00B42412"/>
    <w:rsid w:val="00B455AB"/>
    <w:rsid w:val="00B4583B"/>
    <w:rsid w:val="00B46ED5"/>
    <w:rsid w:val="00B50F5A"/>
    <w:rsid w:val="00B53A22"/>
    <w:rsid w:val="00B60DBE"/>
    <w:rsid w:val="00B644B9"/>
    <w:rsid w:val="00B6670F"/>
    <w:rsid w:val="00B761D2"/>
    <w:rsid w:val="00B76E27"/>
    <w:rsid w:val="00B82EFE"/>
    <w:rsid w:val="00B8786F"/>
    <w:rsid w:val="00B9137A"/>
    <w:rsid w:val="00B91DD4"/>
    <w:rsid w:val="00B9584B"/>
    <w:rsid w:val="00B9595E"/>
    <w:rsid w:val="00BA217F"/>
    <w:rsid w:val="00BB0EBB"/>
    <w:rsid w:val="00BB1A8B"/>
    <w:rsid w:val="00BB1CE2"/>
    <w:rsid w:val="00BB40DD"/>
    <w:rsid w:val="00BB60A1"/>
    <w:rsid w:val="00BC0F00"/>
    <w:rsid w:val="00BC4FE3"/>
    <w:rsid w:val="00BC57F1"/>
    <w:rsid w:val="00BD4A61"/>
    <w:rsid w:val="00BD543C"/>
    <w:rsid w:val="00BD56DC"/>
    <w:rsid w:val="00BD6934"/>
    <w:rsid w:val="00BD6F00"/>
    <w:rsid w:val="00BD76E6"/>
    <w:rsid w:val="00BE0E79"/>
    <w:rsid w:val="00BE1667"/>
    <w:rsid w:val="00BE1F5D"/>
    <w:rsid w:val="00BE22EB"/>
    <w:rsid w:val="00BE5EAD"/>
    <w:rsid w:val="00BF22C4"/>
    <w:rsid w:val="00BF2DF2"/>
    <w:rsid w:val="00BF5AAC"/>
    <w:rsid w:val="00BF6DF9"/>
    <w:rsid w:val="00C036C4"/>
    <w:rsid w:val="00C07D82"/>
    <w:rsid w:val="00C11EC2"/>
    <w:rsid w:val="00C1290A"/>
    <w:rsid w:val="00C1359A"/>
    <w:rsid w:val="00C20BE1"/>
    <w:rsid w:val="00C232BD"/>
    <w:rsid w:val="00C236A5"/>
    <w:rsid w:val="00C3342E"/>
    <w:rsid w:val="00C354AB"/>
    <w:rsid w:val="00C3761B"/>
    <w:rsid w:val="00C420B8"/>
    <w:rsid w:val="00C46A78"/>
    <w:rsid w:val="00C4742D"/>
    <w:rsid w:val="00C53300"/>
    <w:rsid w:val="00C60A4E"/>
    <w:rsid w:val="00C611CC"/>
    <w:rsid w:val="00C62E6A"/>
    <w:rsid w:val="00C63359"/>
    <w:rsid w:val="00C70621"/>
    <w:rsid w:val="00C7545C"/>
    <w:rsid w:val="00C77AC5"/>
    <w:rsid w:val="00C8089D"/>
    <w:rsid w:val="00C839AB"/>
    <w:rsid w:val="00C872C4"/>
    <w:rsid w:val="00C8739D"/>
    <w:rsid w:val="00C90EAA"/>
    <w:rsid w:val="00CA084B"/>
    <w:rsid w:val="00CA1331"/>
    <w:rsid w:val="00CA1C23"/>
    <w:rsid w:val="00CA5A39"/>
    <w:rsid w:val="00CB3B93"/>
    <w:rsid w:val="00CB4744"/>
    <w:rsid w:val="00CB4764"/>
    <w:rsid w:val="00CB7762"/>
    <w:rsid w:val="00CC6D75"/>
    <w:rsid w:val="00CD33E7"/>
    <w:rsid w:val="00CD7E33"/>
    <w:rsid w:val="00CE4457"/>
    <w:rsid w:val="00CE4BD2"/>
    <w:rsid w:val="00CF12A3"/>
    <w:rsid w:val="00CF4F33"/>
    <w:rsid w:val="00CF6B4B"/>
    <w:rsid w:val="00D02520"/>
    <w:rsid w:val="00D03D82"/>
    <w:rsid w:val="00D046B5"/>
    <w:rsid w:val="00D059C3"/>
    <w:rsid w:val="00D05EDD"/>
    <w:rsid w:val="00D0673C"/>
    <w:rsid w:val="00D06B62"/>
    <w:rsid w:val="00D07F27"/>
    <w:rsid w:val="00D210DC"/>
    <w:rsid w:val="00D2301F"/>
    <w:rsid w:val="00D25F76"/>
    <w:rsid w:val="00D26E7D"/>
    <w:rsid w:val="00D27B5E"/>
    <w:rsid w:val="00D3587C"/>
    <w:rsid w:val="00D363EC"/>
    <w:rsid w:val="00D37691"/>
    <w:rsid w:val="00D404ED"/>
    <w:rsid w:val="00D50B36"/>
    <w:rsid w:val="00D53704"/>
    <w:rsid w:val="00D564EE"/>
    <w:rsid w:val="00D567C2"/>
    <w:rsid w:val="00D56903"/>
    <w:rsid w:val="00D56DFB"/>
    <w:rsid w:val="00D56EA9"/>
    <w:rsid w:val="00D64C8D"/>
    <w:rsid w:val="00D6653E"/>
    <w:rsid w:val="00D70C9D"/>
    <w:rsid w:val="00D71D79"/>
    <w:rsid w:val="00D743CC"/>
    <w:rsid w:val="00D803E5"/>
    <w:rsid w:val="00D836C4"/>
    <w:rsid w:val="00D83A44"/>
    <w:rsid w:val="00D91C29"/>
    <w:rsid w:val="00D92773"/>
    <w:rsid w:val="00D93909"/>
    <w:rsid w:val="00D97F97"/>
    <w:rsid w:val="00DA17D1"/>
    <w:rsid w:val="00DA68F9"/>
    <w:rsid w:val="00DB06C9"/>
    <w:rsid w:val="00DB221D"/>
    <w:rsid w:val="00DB5DCC"/>
    <w:rsid w:val="00DC26C4"/>
    <w:rsid w:val="00DE1A9B"/>
    <w:rsid w:val="00DF03EF"/>
    <w:rsid w:val="00DF11E1"/>
    <w:rsid w:val="00DF4558"/>
    <w:rsid w:val="00DF7CE1"/>
    <w:rsid w:val="00E0273E"/>
    <w:rsid w:val="00E02CA2"/>
    <w:rsid w:val="00E04EDE"/>
    <w:rsid w:val="00E1047F"/>
    <w:rsid w:val="00E15154"/>
    <w:rsid w:val="00E24EAC"/>
    <w:rsid w:val="00E30D6D"/>
    <w:rsid w:val="00E31764"/>
    <w:rsid w:val="00E36FFF"/>
    <w:rsid w:val="00E46738"/>
    <w:rsid w:val="00E56834"/>
    <w:rsid w:val="00E77255"/>
    <w:rsid w:val="00E774CB"/>
    <w:rsid w:val="00E77D13"/>
    <w:rsid w:val="00E84629"/>
    <w:rsid w:val="00E86F3B"/>
    <w:rsid w:val="00E906BE"/>
    <w:rsid w:val="00E95E3E"/>
    <w:rsid w:val="00EA10FB"/>
    <w:rsid w:val="00EA6916"/>
    <w:rsid w:val="00EB17BC"/>
    <w:rsid w:val="00EB36D5"/>
    <w:rsid w:val="00EB4FA1"/>
    <w:rsid w:val="00EB5FD2"/>
    <w:rsid w:val="00EC39AA"/>
    <w:rsid w:val="00EC5D64"/>
    <w:rsid w:val="00EC7EA9"/>
    <w:rsid w:val="00ED16F7"/>
    <w:rsid w:val="00ED2DAB"/>
    <w:rsid w:val="00ED5EB5"/>
    <w:rsid w:val="00ED621C"/>
    <w:rsid w:val="00EE4B27"/>
    <w:rsid w:val="00EF1261"/>
    <w:rsid w:val="00F01AF4"/>
    <w:rsid w:val="00F0463B"/>
    <w:rsid w:val="00F05FF0"/>
    <w:rsid w:val="00F0787A"/>
    <w:rsid w:val="00F10A47"/>
    <w:rsid w:val="00F11460"/>
    <w:rsid w:val="00F11504"/>
    <w:rsid w:val="00F137A9"/>
    <w:rsid w:val="00F1424C"/>
    <w:rsid w:val="00F24147"/>
    <w:rsid w:val="00F246E6"/>
    <w:rsid w:val="00F2581E"/>
    <w:rsid w:val="00F26730"/>
    <w:rsid w:val="00F35CCB"/>
    <w:rsid w:val="00F519B8"/>
    <w:rsid w:val="00F54626"/>
    <w:rsid w:val="00F57C51"/>
    <w:rsid w:val="00F60FFB"/>
    <w:rsid w:val="00F63AA9"/>
    <w:rsid w:val="00F6428F"/>
    <w:rsid w:val="00F704D1"/>
    <w:rsid w:val="00F760E3"/>
    <w:rsid w:val="00F80DC8"/>
    <w:rsid w:val="00F942BE"/>
    <w:rsid w:val="00FA15E7"/>
    <w:rsid w:val="00FB0246"/>
    <w:rsid w:val="00FD0924"/>
    <w:rsid w:val="00FD3E3D"/>
    <w:rsid w:val="00FD7B79"/>
    <w:rsid w:val="00FE1ACB"/>
    <w:rsid w:val="00FE4696"/>
    <w:rsid w:val="00FE5097"/>
    <w:rsid w:val="00FE5A16"/>
    <w:rsid w:val="00FE6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date"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5527"/>
    <w:rPr>
      <w:rFonts w:ascii="Arial" w:hAnsi="Arial"/>
      <w:sz w:val="24"/>
      <w:szCs w:val="24"/>
    </w:rPr>
  </w:style>
  <w:style w:type="paragraph" w:styleId="Nadpis1">
    <w:name w:val="heading 1"/>
    <w:basedOn w:val="Normln"/>
    <w:next w:val="Normln"/>
    <w:qFormat/>
    <w:rsid w:val="00935527"/>
    <w:pPr>
      <w:keepNext/>
      <w:numPr>
        <w:numId w:val="26"/>
      </w:numPr>
      <w:spacing w:before="120" w:after="240"/>
      <w:outlineLvl w:val="0"/>
    </w:pPr>
    <w:rPr>
      <w:rFonts w:cs="Arial"/>
      <w:b/>
      <w:bCs/>
      <w:caps/>
      <w:sz w:val="28"/>
      <w:u w:val="single"/>
    </w:rPr>
  </w:style>
  <w:style w:type="paragraph" w:styleId="Nadpis2">
    <w:name w:val="heading 2"/>
    <w:basedOn w:val="Normln"/>
    <w:next w:val="Normln"/>
    <w:qFormat/>
    <w:rsid w:val="00935527"/>
    <w:pPr>
      <w:keepNext/>
      <w:numPr>
        <w:ilvl w:val="1"/>
        <w:numId w:val="26"/>
      </w:numPr>
      <w:spacing w:before="120" w:after="240"/>
      <w:outlineLvl w:val="1"/>
    </w:pPr>
    <w:rPr>
      <w:rFonts w:cs="Arial"/>
      <w:b/>
      <w:bCs/>
      <w:caps/>
      <w:u w:val="single"/>
    </w:rPr>
  </w:style>
  <w:style w:type="paragraph" w:styleId="Nadpis3">
    <w:name w:val="heading 3"/>
    <w:basedOn w:val="Normln"/>
    <w:next w:val="Normln"/>
    <w:qFormat/>
    <w:rsid w:val="00935527"/>
    <w:pPr>
      <w:keepNext/>
      <w:numPr>
        <w:ilvl w:val="2"/>
        <w:numId w:val="26"/>
      </w:numPr>
      <w:spacing w:before="120" w:after="240" w:line="360" w:lineRule="auto"/>
      <w:outlineLvl w:val="2"/>
    </w:pPr>
    <w:rPr>
      <w:rFonts w:cs="Arial"/>
      <w:b/>
      <w:bCs/>
      <w:u w:val="single"/>
    </w:rPr>
  </w:style>
  <w:style w:type="paragraph" w:styleId="Nadpis4">
    <w:name w:val="heading 4"/>
    <w:basedOn w:val="Normln"/>
    <w:next w:val="Normln"/>
    <w:qFormat/>
    <w:rsid w:val="00274BE6"/>
    <w:pPr>
      <w:keepNext/>
      <w:numPr>
        <w:ilvl w:val="3"/>
        <w:numId w:val="26"/>
      </w:numPr>
      <w:spacing w:before="120" w:after="24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rsid w:val="00935527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35527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35527"/>
    <w:pPr>
      <w:numPr>
        <w:ilvl w:val="6"/>
        <w:numId w:val="26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935527"/>
    <w:pPr>
      <w:numPr>
        <w:ilvl w:val="7"/>
        <w:numId w:val="26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935527"/>
    <w:pPr>
      <w:numPr>
        <w:ilvl w:val="8"/>
        <w:numId w:val="26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1. Zeile"/>
    <w:basedOn w:val="Normln"/>
    <w:link w:val="ZhlavChar"/>
    <w:rsid w:val="0093552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3552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35527"/>
  </w:style>
  <w:style w:type="paragraph" w:styleId="Nzev">
    <w:name w:val="Title"/>
    <w:basedOn w:val="Normln"/>
    <w:qFormat/>
    <w:rsid w:val="00935527"/>
    <w:pPr>
      <w:jc w:val="center"/>
    </w:pPr>
    <w:rPr>
      <w:rFonts w:cs="Arial"/>
      <w:b/>
      <w:bCs/>
      <w:sz w:val="32"/>
    </w:rPr>
  </w:style>
  <w:style w:type="paragraph" w:styleId="Rozvrendokumentu">
    <w:name w:val="Document Map"/>
    <w:basedOn w:val="Normln"/>
    <w:semiHidden/>
    <w:rsid w:val="00935527"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"/>
    <w:next w:val="Normln"/>
    <w:autoRedefine/>
    <w:semiHidden/>
    <w:rsid w:val="00935527"/>
    <w:pPr>
      <w:tabs>
        <w:tab w:val="left" w:pos="1134"/>
        <w:tab w:val="right" w:leader="dot" w:pos="9061"/>
      </w:tabs>
      <w:spacing w:line="360" w:lineRule="auto"/>
      <w:ind w:left="1134" w:hanging="1134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B46ED5"/>
    <w:pPr>
      <w:tabs>
        <w:tab w:val="left" w:pos="1134"/>
        <w:tab w:val="right" w:leader="dot" w:pos="9061"/>
      </w:tabs>
      <w:spacing w:line="360" w:lineRule="auto"/>
      <w:ind w:left="1134" w:hanging="1134"/>
    </w:pPr>
  </w:style>
  <w:style w:type="paragraph" w:styleId="Obsah3">
    <w:name w:val="toc 3"/>
    <w:basedOn w:val="Normln"/>
    <w:next w:val="Normln"/>
    <w:autoRedefine/>
    <w:uiPriority w:val="39"/>
    <w:rsid w:val="00935527"/>
    <w:pPr>
      <w:tabs>
        <w:tab w:val="left" w:pos="1134"/>
        <w:tab w:val="right" w:leader="dot" w:pos="9061"/>
      </w:tabs>
      <w:spacing w:line="360" w:lineRule="auto"/>
    </w:pPr>
  </w:style>
  <w:style w:type="character" w:styleId="Hypertextovodkaz">
    <w:name w:val="Hyperlink"/>
    <w:basedOn w:val="Standardnpsmoodstavce"/>
    <w:uiPriority w:val="99"/>
    <w:rsid w:val="0093552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DA68F9"/>
    <w:rPr>
      <w:sz w:val="16"/>
      <w:szCs w:val="16"/>
    </w:rPr>
  </w:style>
  <w:style w:type="paragraph" w:styleId="Textkomente">
    <w:name w:val="annotation text"/>
    <w:basedOn w:val="Normln"/>
    <w:semiHidden/>
    <w:rsid w:val="00DA68F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68F9"/>
    <w:rPr>
      <w:b/>
      <w:bCs/>
    </w:rPr>
  </w:style>
  <w:style w:type="paragraph" w:styleId="Textbubliny">
    <w:name w:val="Balloon Text"/>
    <w:basedOn w:val="Normln"/>
    <w:semiHidden/>
    <w:rsid w:val="00DA68F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F0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rsid w:val="00697D0C"/>
    <w:pPr>
      <w:tabs>
        <w:tab w:val="left" w:pos="0"/>
        <w:tab w:val="left" w:pos="567"/>
        <w:tab w:val="left" w:pos="2268"/>
        <w:tab w:val="left" w:pos="4536"/>
        <w:tab w:val="left" w:pos="6804"/>
      </w:tabs>
      <w:jc w:val="both"/>
    </w:pPr>
    <w:rPr>
      <w:i/>
      <w:szCs w:val="20"/>
    </w:rPr>
  </w:style>
  <w:style w:type="paragraph" w:customStyle="1" w:styleId="Textodstavce">
    <w:name w:val="Text odstavce"/>
    <w:basedOn w:val="Normln"/>
    <w:rsid w:val="00EB4FA1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Cs w:val="20"/>
    </w:rPr>
  </w:style>
  <w:style w:type="paragraph" w:customStyle="1" w:styleId="Textbodu">
    <w:name w:val="Text bodu"/>
    <w:basedOn w:val="Normln"/>
    <w:rsid w:val="00EB4FA1"/>
    <w:pPr>
      <w:numPr>
        <w:ilvl w:val="2"/>
        <w:numId w:val="2"/>
      </w:numPr>
      <w:jc w:val="both"/>
      <w:outlineLvl w:val="8"/>
    </w:pPr>
    <w:rPr>
      <w:rFonts w:ascii="Times New Roman" w:hAnsi="Times New Roman"/>
      <w:szCs w:val="20"/>
    </w:rPr>
  </w:style>
  <w:style w:type="paragraph" w:customStyle="1" w:styleId="Textpsmene">
    <w:name w:val="Text písmene"/>
    <w:basedOn w:val="Normln"/>
    <w:rsid w:val="00EB4FA1"/>
    <w:pPr>
      <w:numPr>
        <w:ilvl w:val="1"/>
        <w:numId w:val="2"/>
      </w:numPr>
      <w:jc w:val="both"/>
      <w:outlineLvl w:val="7"/>
    </w:pPr>
    <w:rPr>
      <w:rFonts w:ascii="Times New Roman" w:hAnsi="Times New Roman"/>
      <w:szCs w:val="20"/>
    </w:rPr>
  </w:style>
  <w:style w:type="paragraph" w:customStyle="1" w:styleId="StylVechnavelkDolejednoduchAutomatick05bka">
    <w:name w:val="Styl Všechna velká Dole: (jednoduché Automatická  05 b. šířka ..."/>
    <w:basedOn w:val="Normln"/>
    <w:next w:val="Normln"/>
    <w:rsid w:val="000B4541"/>
    <w:pPr>
      <w:keepNext/>
      <w:numPr>
        <w:numId w:val="5"/>
      </w:numPr>
      <w:pBdr>
        <w:bottom w:val="single" w:sz="4" w:space="1" w:color="auto"/>
        <w:between w:val="single" w:sz="4" w:space="1" w:color="auto"/>
      </w:pBdr>
      <w:spacing w:before="120" w:after="240"/>
      <w:outlineLvl w:val="1"/>
    </w:pPr>
    <w:rPr>
      <w:rFonts w:cs="Arial"/>
      <w:bCs/>
      <w:caps/>
    </w:rPr>
  </w:style>
  <w:style w:type="paragraph" w:customStyle="1" w:styleId="StylNadpis2BezpodtrenmezijednoduchAutomatick0">
    <w:name w:val="Styl Nadpis 2 + Bez podtržení mezi : (jednoduché Automatická  0..."/>
    <w:basedOn w:val="Nadpis2"/>
    <w:rsid w:val="00B46ED5"/>
    <w:pPr>
      <w:pBdr>
        <w:between w:val="single" w:sz="4" w:space="1" w:color="auto"/>
      </w:pBdr>
    </w:pPr>
    <w:rPr>
      <w:rFonts w:cs="Times New Roman"/>
      <w:sz w:val="28"/>
      <w:szCs w:val="20"/>
      <w:u w:val="none"/>
    </w:rPr>
  </w:style>
  <w:style w:type="paragraph" w:customStyle="1" w:styleId="StylNadpis2nenTunBezpodtrenmezijednoduchAut">
    <w:name w:val="Styl Nadpis 2 + není Tučné Bez podtržení mezi : (jednoduché Aut..."/>
    <w:basedOn w:val="Nadpis2"/>
    <w:rsid w:val="00B46ED5"/>
    <w:pPr>
      <w:pBdr>
        <w:between w:val="single" w:sz="4" w:space="1" w:color="auto"/>
      </w:pBdr>
    </w:pPr>
    <w:rPr>
      <w:rFonts w:cs="Times New Roman"/>
      <w:bCs w:val="0"/>
      <w:sz w:val="28"/>
      <w:szCs w:val="20"/>
      <w:u w:val="none"/>
    </w:rPr>
  </w:style>
  <w:style w:type="character" w:customStyle="1" w:styleId="ZpatChar">
    <w:name w:val="Zápatí Char"/>
    <w:basedOn w:val="Standardnpsmoodstavce"/>
    <w:link w:val="Zpat"/>
    <w:uiPriority w:val="99"/>
    <w:locked/>
    <w:rsid w:val="00807592"/>
    <w:rPr>
      <w:rFonts w:ascii="Arial" w:hAnsi="Arial"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708A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708A1"/>
    <w:rPr>
      <w:rFonts w:ascii="Arial" w:hAnsi="Arial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0273E"/>
    <w:pPr>
      <w:ind w:left="720"/>
    </w:pPr>
    <w:rPr>
      <w:rFonts w:ascii="Times New Roman" w:eastAsia="Calibri" w:hAnsi="Times New Roma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A0D7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A0D73"/>
    <w:rPr>
      <w:rFonts w:ascii="Arial" w:hAnsi="Arial"/>
      <w:sz w:val="24"/>
      <w:szCs w:val="24"/>
    </w:rPr>
  </w:style>
  <w:style w:type="paragraph" w:customStyle="1" w:styleId="Odstavec">
    <w:name w:val="Odstavec"/>
    <w:basedOn w:val="Normln"/>
    <w:link w:val="OdstavecChar1"/>
    <w:rsid w:val="006A0D73"/>
    <w:pPr>
      <w:widowControl w:val="0"/>
      <w:spacing w:after="115" w:line="288" w:lineRule="auto"/>
      <w:ind w:firstLine="480"/>
      <w:jc w:val="both"/>
    </w:pPr>
    <w:rPr>
      <w:rFonts w:ascii="Times New Roman" w:hAnsi="Times New Roman"/>
      <w:noProof/>
      <w:szCs w:val="20"/>
    </w:rPr>
  </w:style>
  <w:style w:type="character" w:customStyle="1" w:styleId="OdstavecChar1">
    <w:name w:val="Odstavec Char1"/>
    <w:basedOn w:val="Standardnpsmoodstavce"/>
    <w:link w:val="Odstavec"/>
    <w:rsid w:val="006A0D73"/>
    <w:rPr>
      <w:noProof/>
      <w:sz w:val="24"/>
    </w:rPr>
  </w:style>
  <w:style w:type="character" w:customStyle="1" w:styleId="ZhlavChar">
    <w:name w:val="Záhlaví Char"/>
    <w:aliases w:val="záhlaví Char,1. Zeile Char"/>
    <w:basedOn w:val="Standardnpsmoodstavce"/>
    <w:link w:val="Zhlav"/>
    <w:rsid w:val="000D4188"/>
    <w:rPr>
      <w:rFonts w:ascii="Arial" w:hAnsi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2673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F26730"/>
    <w:rPr>
      <w:rFonts w:ascii="Arial" w:hAnsi="Arial"/>
      <w:sz w:val="16"/>
      <w:szCs w:val="16"/>
    </w:rPr>
  </w:style>
  <w:style w:type="paragraph" w:customStyle="1" w:styleId="Pedmtkomente1">
    <w:name w:val="Předmět komentáře1"/>
    <w:basedOn w:val="Textkomente"/>
    <w:next w:val="Textkomente"/>
    <w:rsid w:val="00F26730"/>
    <w:rPr>
      <w:b/>
    </w:rPr>
  </w:style>
  <w:style w:type="paragraph" w:styleId="Prosttext">
    <w:name w:val="Plain Text"/>
    <w:basedOn w:val="Normln"/>
    <w:link w:val="ProsttextChar"/>
    <w:semiHidden/>
    <w:rsid w:val="005803D3"/>
    <w:rPr>
      <w:rFonts w:ascii="Courier New" w:hAnsi="Courier New"/>
      <w:sz w:val="20"/>
    </w:rPr>
  </w:style>
  <w:style w:type="character" w:customStyle="1" w:styleId="ProsttextChar">
    <w:name w:val="Prostý text Char"/>
    <w:basedOn w:val="Standardnpsmoodstavce"/>
    <w:link w:val="Prosttext"/>
    <w:semiHidden/>
    <w:rsid w:val="005803D3"/>
    <w:rPr>
      <w:rFonts w:ascii="Courier New" w:hAnsi="Courier New"/>
      <w:szCs w:val="24"/>
    </w:rPr>
  </w:style>
  <w:style w:type="paragraph" w:styleId="Bezmezer">
    <w:name w:val="No Spacing"/>
    <w:uiPriority w:val="1"/>
    <w:qFormat/>
    <w:rsid w:val="00D91C29"/>
    <w:rPr>
      <w:rFonts w:ascii="Arial" w:hAnsi="Arial"/>
      <w:sz w:val="24"/>
      <w:szCs w:val="24"/>
    </w:rPr>
  </w:style>
  <w:style w:type="paragraph" w:styleId="Podtitul">
    <w:name w:val="Subtitle"/>
    <w:basedOn w:val="Normln"/>
    <w:next w:val="Zkladntext"/>
    <w:link w:val="PodtitulChar"/>
    <w:qFormat/>
    <w:rsid w:val="003B3D10"/>
    <w:pPr>
      <w:keepNext/>
      <w:suppressAutoHyphens/>
      <w:spacing w:before="240" w:after="120" w:line="100" w:lineRule="atLeast"/>
      <w:jc w:val="center"/>
    </w:pPr>
    <w:rPr>
      <w:rFonts w:eastAsia="Microsoft YaHei" w:cs="Mangal"/>
      <w:i/>
      <w:iCs/>
      <w:sz w:val="28"/>
      <w:szCs w:val="28"/>
      <w:lang w:eastAsia="ar-SA"/>
    </w:rPr>
  </w:style>
  <w:style w:type="character" w:customStyle="1" w:styleId="PodtitulChar">
    <w:name w:val="Podtitul Char"/>
    <w:basedOn w:val="Standardnpsmoodstavce"/>
    <w:link w:val="Podtitul"/>
    <w:rsid w:val="003B3D10"/>
    <w:rPr>
      <w:rFonts w:ascii="Arial" w:eastAsia="Microsoft YaHei" w:hAnsi="Arial" w:cs="Mangal"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k\PROVOZ\Firemni%20formulare\Formular%20na%20dokumentaci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244B0-52EE-442A-BE01-7BEA87AEA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 na dokumentaci.dot</Template>
  <TotalTime>21</TotalTime>
  <Pages>1</Pages>
  <Words>4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ÚSTÍ NAD LABEM</vt:lpstr>
    </vt:vector>
  </TitlesOfParts>
  <Company>ARCH PROJEKT s.r.o.</Company>
  <LinksUpToDate>false</LinksUpToDate>
  <CharactersWithSpaces>53</CharactersWithSpaces>
  <SharedDoc>false</SharedDoc>
  <HLinks>
    <vt:vector size="84" baseType="variant"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_Toc328730033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_Toc328730032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_Toc328730031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_Toc328730030</vt:lpwstr>
      </vt:variant>
      <vt:variant>
        <vt:i4>1048632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_Toc328730029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_Toc328730028</vt:lpwstr>
      </vt:variant>
      <vt:variant>
        <vt:i4>1048632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_Toc328730027</vt:lpwstr>
      </vt:variant>
      <vt:variant>
        <vt:i4>1048632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_Toc328730026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_Toc328730025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_Toc328730024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_Toc328730023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_Toc328730022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_Toc328730021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_Toc328730020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ÚSTÍ NAD LABEM</dc:title>
  <dc:creator>Provoz</dc:creator>
  <cp:lastModifiedBy>Bartonicekk</cp:lastModifiedBy>
  <cp:revision>3</cp:revision>
  <cp:lastPrinted>2016-07-19T19:37:00Z</cp:lastPrinted>
  <dcterms:created xsi:type="dcterms:W3CDTF">2016-07-19T19:34:00Z</dcterms:created>
  <dcterms:modified xsi:type="dcterms:W3CDTF">2016-07-19T19:56:00Z</dcterms:modified>
</cp:coreProperties>
</file>